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D21AE5" w:rsidP="001441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ENERGII </w:t>
      </w:r>
      <w:r w:rsidRPr="00D21AE5">
        <w:rPr>
          <w:b/>
          <w:bCs/>
          <w:sz w:val="28"/>
          <w:szCs w:val="28"/>
        </w:rPr>
        <w:t>ELEKTRYCZNEJ</w:t>
      </w:r>
    </w:p>
    <w:p w:rsidR="00144177" w:rsidRPr="00CE5BBC" w:rsidRDefault="00D21AE5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F00FE8">
        <w:t xml:space="preserve"> 2019 r. poz. 1843</w:t>
      </w:r>
      <w:bookmarkStart w:id="0" w:name="_GoBack"/>
      <w:bookmarkEnd w:id="0"/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r w:rsidR="00D21AE5" w:rsidRPr="00D21AE5">
        <w:rPr>
          <w:rFonts w:asciiTheme="minorHAnsi" w:hAnsiTheme="minorHAnsi"/>
          <w:b/>
          <w:sz w:val="22"/>
        </w:rPr>
        <w:t>energii elektrycznej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D21AE5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D21AE5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 xml:space="preserve">Nazwa (rodzaj) towaru lub usługi wraz z podaniem ich wartość bez kwoty podatku, których dostawa lub świadczenie będzie prowadzić do powstania u Zamawiającego </w:t>
      </w:r>
      <w:r w:rsidR="00D21AE5">
        <w:rPr>
          <w:rFonts w:eastAsia="CIDFont+F2"/>
          <w:sz w:val="22"/>
          <w:szCs w:val="22"/>
        </w:rPr>
        <w:t>obowiązku podatkowego zgodnie z </w:t>
      </w:r>
      <w:r>
        <w:rPr>
          <w:rFonts w:eastAsia="CIDFont+F2"/>
          <w:sz w:val="22"/>
          <w:szCs w:val="22"/>
        </w:rPr>
        <w:t>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E609CB" w:rsidRPr="00D56BC9" w:rsidRDefault="00026F65" w:rsidP="00D56BC9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F25B2F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spełniamy warunki udziału określone przez zamawiającego w tym postępowaniu</w:t>
      </w:r>
      <w:r w:rsidR="005B0AE2" w:rsidRPr="00F25B2F">
        <w:rPr>
          <w:sz w:val="22"/>
          <w:szCs w:val="22"/>
        </w:rPr>
        <w:t>,</w:t>
      </w:r>
    </w:p>
    <w:p w:rsidR="005B0AE2" w:rsidRPr="00F25B2F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przedmiot z</w:t>
      </w:r>
      <w:r w:rsidR="00C82D97" w:rsidRPr="00F25B2F">
        <w:rPr>
          <w:sz w:val="22"/>
          <w:szCs w:val="22"/>
        </w:rPr>
        <w:t>amówienia wykonamy w terminie</w:t>
      </w:r>
      <w:r w:rsidR="00FE49B8" w:rsidRPr="00F25B2F">
        <w:rPr>
          <w:b/>
          <w:sz w:val="22"/>
          <w:szCs w:val="22"/>
        </w:rPr>
        <w:t xml:space="preserve"> </w:t>
      </w:r>
      <w:r w:rsidR="00D21AE5">
        <w:rPr>
          <w:sz w:val="22"/>
          <w:szCs w:val="22"/>
        </w:rPr>
        <w:t>12</w:t>
      </w:r>
      <w:r w:rsidR="00C82D97" w:rsidRPr="00F25B2F">
        <w:rPr>
          <w:sz w:val="22"/>
          <w:szCs w:val="22"/>
        </w:rPr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C5B84">
        <w:rPr>
          <w:sz w:val="22"/>
          <w:szCs w:val="22"/>
        </w:rPr>
        <w:t>emy istotne postanowienia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C5B84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CC5B84" w:rsidRPr="00CC5B84">
        <w:rPr>
          <w:sz w:val="22"/>
          <w:szCs w:val="22"/>
        </w:rPr>
        <w:t>istotne postanowienia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B86667" w:rsidRPr="00B86667" w:rsidRDefault="00B86667" w:rsidP="00B86667">
      <w:pPr>
        <w:pStyle w:val="Akapitzlist"/>
        <w:keepNext/>
        <w:numPr>
          <w:ilvl w:val="0"/>
          <w:numId w:val="20"/>
        </w:numPr>
        <w:tabs>
          <w:tab w:val="left" w:pos="284"/>
        </w:tabs>
        <w:spacing w:line="276" w:lineRule="auto"/>
        <w:contextualSpacing w:val="0"/>
        <w:jc w:val="both"/>
        <w:outlineLvl w:val="0"/>
        <w:rPr>
          <w:rFonts w:cs="Arial"/>
          <w:vanish/>
          <w:sz w:val="20"/>
          <w:szCs w:val="22"/>
        </w:rPr>
      </w:pPr>
    </w:p>
    <w:p w:rsidR="00171B9C" w:rsidRPr="0040028D" w:rsidRDefault="0040028D" w:rsidP="00B86667">
      <w:pPr>
        <w:pStyle w:val="Nagwek1"/>
      </w:pPr>
      <w:r>
        <w:t xml:space="preserve"> </w:t>
      </w:r>
      <w:r w:rsidR="00794CB8" w:rsidRPr="0040028D">
        <w:t>W razie wybrania nas</w:t>
      </w:r>
      <w:r w:rsidR="00A422AD" w:rsidRPr="0040028D">
        <w:t>zej oferty zobowiązujemy się do</w:t>
      </w:r>
      <w:r w:rsidR="00171B9C" w:rsidRPr="0040028D"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0D" w:rsidRDefault="00654E0D">
      <w:r>
        <w:separator/>
      </w:r>
    </w:p>
  </w:endnote>
  <w:endnote w:type="continuationSeparator" w:id="0">
    <w:p w:rsidR="00654E0D" w:rsidRDefault="0065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FE8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0D" w:rsidRDefault="00654E0D">
      <w:r>
        <w:separator/>
      </w:r>
    </w:p>
  </w:footnote>
  <w:footnote w:type="continuationSeparator" w:id="0">
    <w:p w:rsidR="00654E0D" w:rsidRDefault="00654E0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0F5760">
      <w:rPr>
        <w:rFonts w:ascii="Arial" w:hAnsi="Arial"/>
        <w:noProof/>
        <w:sz w:val="20"/>
        <w:szCs w:val="20"/>
      </w:rPr>
      <w:t>k sprawy: SP ZOZ NZZP II 2400/13/20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15A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5760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18D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76C5C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20B1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245E"/>
    <w:rsid w:val="005E5A1C"/>
    <w:rsid w:val="005E6335"/>
    <w:rsid w:val="005F1183"/>
    <w:rsid w:val="005F589B"/>
    <w:rsid w:val="005F7201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235"/>
    <w:rsid w:val="006430E1"/>
    <w:rsid w:val="00651054"/>
    <w:rsid w:val="00653EA9"/>
    <w:rsid w:val="00654E0D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54962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4D9B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10D9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6DE1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34D9F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667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57853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5B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1AE5"/>
    <w:rsid w:val="00D34459"/>
    <w:rsid w:val="00D35507"/>
    <w:rsid w:val="00D43DEB"/>
    <w:rsid w:val="00D55F45"/>
    <w:rsid w:val="00D56BC9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CB"/>
    <w:rsid w:val="00E609FA"/>
    <w:rsid w:val="00E627C9"/>
    <w:rsid w:val="00E64E94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0FE8"/>
    <w:rsid w:val="00F06677"/>
    <w:rsid w:val="00F07BA1"/>
    <w:rsid w:val="00F13AB5"/>
    <w:rsid w:val="00F172AA"/>
    <w:rsid w:val="00F253CC"/>
    <w:rsid w:val="00F25435"/>
    <w:rsid w:val="00F25B2F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0A83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B86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3EE53-A448-4804-9483-652FFF40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70</TotalTime>
  <Pages>3</Pages>
  <Words>1002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7005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184</cp:revision>
  <cp:lastPrinted>2019-03-14T08:11:00Z</cp:lastPrinted>
  <dcterms:created xsi:type="dcterms:W3CDTF">2018-03-08T08:22:00Z</dcterms:created>
  <dcterms:modified xsi:type="dcterms:W3CDTF">2020-04-07T09:01:00Z</dcterms:modified>
  <cp:category/>
</cp:coreProperties>
</file>